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43D84" w14:textId="4AD1CD80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324E4D">
        <w:rPr>
          <w:rFonts w:ascii="Arial" w:hAnsi="Arial" w:cs="Arial"/>
          <w:bCs/>
          <w:i w:val="0"/>
          <w:szCs w:val="24"/>
        </w:rPr>
        <w:t>4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36311CAE" w14:textId="77777777" w:rsidTr="00467CA2">
        <w:tc>
          <w:tcPr>
            <w:tcW w:w="2800" w:type="dxa"/>
          </w:tcPr>
          <w:p w14:paraId="33F8D150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6B82B450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04C617E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D44DF23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520D3" w:rsidRPr="00A2540E" w14:paraId="1F938AEF" w14:textId="77777777" w:rsidTr="00467CA2">
        <w:tc>
          <w:tcPr>
            <w:tcW w:w="2800" w:type="dxa"/>
          </w:tcPr>
          <w:p w14:paraId="15260652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6ECD39B9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22C686A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CAE8E3E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A45C551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2656570D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AFB41A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2C9D3711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59565953" w14:textId="5748DD55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</w:t>
      </w:r>
      <w:r w:rsidR="004A6A52" w:rsidRPr="00053927">
        <w:rPr>
          <w:rFonts w:ascii="Arial" w:hAnsi="Arial" w:cs="Arial"/>
          <w:sz w:val="24"/>
          <w:szCs w:val="24"/>
        </w:rPr>
        <w:t>2019 r.</w:t>
      </w:r>
      <w:r w:rsidR="00EF3368" w:rsidRPr="00053927">
        <w:rPr>
          <w:rFonts w:ascii="Arial" w:hAnsi="Arial" w:cs="Arial"/>
          <w:sz w:val="24"/>
          <w:szCs w:val="24"/>
        </w:rPr>
        <w:t xml:space="preserve"> Prawo zamówień publicznych </w:t>
      </w:r>
      <w:r w:rsidR="007920F3" w:rsidRPr="007920F3">
        <w:rPr>
          <w:rFonts w:ascii="Arial" w:hAnsi="Arial" w:cs="Arial"/>
          <w:sz w:val="24"/>
          <w:szCs w:val="24"/>
        </w:rPr>
        <w:t xml:space="preserve">(t.j. </w:t>
      </w:r>
      <w:r w:rsidR="004A6A52" w:rsidRPr="004A6A52">
        <w:rPr>
          <w:rFonts w:ascii="Arial" w:hAnsi="Arial" w:cs="Arial"/>
          <w:sz w:val="24"/>
          <w:szCs w:val="24"/>
        </w:rPr>
        <w:t>Dz. U. z 2024 r. poz. 1320 z późn. zm.</w:t>
      </w:r>
      <w:r w:rsidR="007920F3" w:rsidRPr="007920F3">
        <w:rPr>
          <w:rFonts w:ascii="Arial" w:hAnsi="Arial" w:cs="Arial"/>
          <w:sz w:val="24"/>
          <w:szCs w:val="24"/>
        </w:rPr>
        <w:t>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3ED23AE3" w14:textId="77777777" w:rsidTr="00467CA2">
        <w:tc>
          <w:tcPr>
            <w:tcW w:w="2269" w:type="dxa"/>
          </w:tcPr>
          <w:p w14:paraId="60ADA98E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014E95B7" w14:textId="6145127E" w:rsidR="00D520D3" w:rsidRPr="00A2540E" w:rsidRDefault="007920F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920F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"Dowóz i odwóz dzieci i młodzieży niepełnosprawnych wraz z opieką</w:t>
            </w:r>
            <w:r w:rsidR="00881C89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,</w:t>
            </w:r>
            <w:r w:rsidRPr="007920F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zamieszkałych na terenie Gminy Koźminek do szkół i placówek oświatowych w roku 202</w:t>
            </w:r>
            <w:r w:rsidR="004A6A5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</w:t>
            </w:r>
            <w:r w:rsidRPr="007920F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w dni nauki szkolnej"</w:t>
            </w:r>
            <w:r w:rsidR="00D520D3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7920F3" w:rsidRPr="00A2540E" w14:paraId="4F89542C" w14:textId="77777777" w:rsidTr="00335AFA">
        <w:tc>
          <w:tcPr>
            <w:tcW w:w="2269" w:type="dxa"/>
          </w:tcPr>
          <w:p w14:paraId="2229F328" w14:textId="77777777" w:rsidR="007920F3" w:rsidRPr="00A2540E" w:rsidRDefault="007920F3" w:rsidP="00335AFA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3E61F88F" w14:textId="24AD9614" w:rsidR="007920F3" w:rsidRPr="00A2540E" w:rsidRDefault="007920F3" w:rsidP="00335AFA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2460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OSWI.223.1.202</w:t>
            </w:r>
            <w:r w:rsidR="004A6A52" w:rsidRPr="00A2460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</w:p>
        </w:tc>
      </w:tr>
    </w:tbl>
    <w:p w14:paraId="626F0E19" w14:textId="77777777" w:rsidR="00DC652A" w:rsidRPr="00053927" w:rsidRDefault="007920F3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597CC76C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2FB5B1E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1FE3626B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437883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44732B08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146AC0C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5F430F8A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AB81067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725A0F24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403BC1D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1E544488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21D5DE63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24C152A9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278CD6F1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zakres mojego udziału przy realizacji zamówienia publicznego będzie następujący:</w:t>
      </w:r>
    </w:p>
    <w:p w14:paraId="611EA235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6F41B01B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460DE861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0F676CE7" w14:textId="77777777" w:rsidTr="00467CA2">
        <w:tc>
          <w:tcPr>
            <w:tcW w:w="2660" w:type="dxa"/>
          </w:tcPr>
          <w:p w14:paraId="1E98B2B9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630D22BF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09FAD46E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76B427AC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862D5A9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02ABAF0E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7920F3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0DC991F8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footerReference w:type="default" r:id="rId7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A4D52" w14:textId="77777777" w:rsidR="001324C7" w:rsidRDefault="001324C7" w:rsidP="00025386">
      <w:pPr>
        <w:spacing w:after="0" w:line="240" w:lineRule="auto"/>
      </w:pPr>
      <w:r>
        <w:separator/>
      </w:r>
    </w:p>
  </w:endnote>
  <w:endnote w:type="continuationSeparator" w:id="0">
    <w:p w14:paraId="7D0885BB" w14:textId="77777777" w:rsidR="001324C7" w:rsidRDefault="001324C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C7B61" w14:textId="3C79D8B6" w:rsidR="00025386" w:rsidRDefault="00324E4D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E5B76BB" wp14:editId="3FD07DE0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CC30C1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48C61F1D" w14:textId="3263457F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3A4846F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5C2BF" w14:textId="77777777" w:rsidR="001324C7" w:rsidRDefault="001324C7" w:rsidP="00025386">
      <w:pPr>
        <w:spacing w:after="0" w:line="240" w:lineRule="auto"/>
      </w:pPr>
      <w:r>
        <w:separator/>
      </w:r>
    </w:p>
  </w:footnote>
  <w:footnote w:type="continuationSeparator" w:id="0">
    <w:p w14:paraId="56BC9D24" w14:textId="77777777" w:rsidR="001324C7" w:rsidRDefault="001324C7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003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688"/>
    <w:rsid w:val="00025386"/>
    <w:rsid w:val="000423B9"/>
    <w:rsid w:val="00053927"/>
    <w:rsid w:val="00066C44"/>
    <w:rsid w:val="00071D4C"/>
    <w:rsid w:val="00084786"/>
    <w:rsid w:val="000A5B82"/>
    <w:rsid w:val="001324C7"/>
    <w:rsid w:val="0016158F"/>
    <w:rsid w:val="001C2314"/>
    <w:rsid w:val="00213980"/>
    <w:rsid w:val="00324E4D"/>
    <w:rsid w:val="00364FE1"/>
    <w:rsid w:val="004374F2"/>
    <w:rsid w:val="00460705"/>
    <w:rsid w:val="00467CA2"/>
    <w:rsid w:val="00485239"/>
    <w:rsid w:val="004A6A52"/>
    <w:rsid w:val="004E27D7"/>
    <w:rsid w:val="0055145C"/>
    <w:rsid w:val="005624D8"/>
    <w:rsid w:val="00620476"/>
    <w:rsid w:val="00657A47"/>
    <w:rsid w:val="00686688"/>
    <w:rsid w:val="0071340C"/>
    <w:rsid w:val="00745A44"/>
    <w:rsid w:val="007666D6"/>
    <w:rsid w:val="007920F3"/>
    <w:rsid w:val="007947D8"/>
    <w:rsid w:val="007D6755"/>
    <w:rsid w:val="007F49C7"/>
    <w:rsid w:val="00824D73"/>
    <w:rsid w:val="00830970"/>
    <w:rsid w:val="00881C89"/>
    <w:rsid w:val="008833CF"/>
    <w:rsid w:val="008B797E"/>
    <w:rsid w:val="008E1846"/>
    <w:rsid w:val="008F2498"/>
    <w:rsid w:val="0093388F"/>
    <w:rsid w:val="00A2460C"/>
    <w:rsid w:val="00A56A6F"/>
    <w:rsid w:val="00A87380"/>
    <w:rsid w:val="00AF4E90"/>
    <w:rsid w:val="00AF7375"/>
    <w:rsid w:val="00B62AD0"/>
    <w:rsid w:val="00B77707"/>
    <w:rsid w:val="00BE3BCE"/>
    <w:rsid w:val="00CB29AC"/>
    <w:rsid w:val="00CD5E94"/>
    <w:rsid w:val="00D3018C"/>
    <w:rsid w:val="00D520D3"/>
    <w:rsid w:val="00D55FC4"/>
    <w:rsid w:val="00D9320D"/>
    <w:rsid w:val="00DC4842"/>
    <w:rsid w:val="00DC587A"/>
    <w:rsid w:val="00DC652A"/>
    <w:rsid w:val="00DD6AED"/>
    <w:rsid w:val="00DE3B21"/>
    <w:rsid w:val="00DE73DD"/>
    <w:rsid w:val="00E27ABB"/>
    <w:rsid w:val="00E661A5"/>
    <w:rsid w:val="00E67109"/>
    <w:rsid w:val="00E86D3B"/>
    <w:rsid w:val="00E9563A"/>
    <w:rsid w:val="00EC10EE"/>
    <w:rsid w:val="00ED2631"/>
    <w:rsid w:val="00EF3368"/>
    <w:rsid w:val="00F334B4"/>
    <w:rsid w:val="00FB5BF5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2F573F"/>
  <w15:chartTrackingRefBased/>
  <w15:docId w15:val="{907055DC-276B-47F0-9E9E-8FE8A04D3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USZY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Muszyńska</dc:creator>
  <cp:keywords/>
  <dc:description/>
  <cp:lastModifiedBy>Angelika Grzelaczyk</cp:lastModifiedBy>
  <cp:revision>6</cp:revision>
  <dcterms:created xsi:type="dcterms:W3CDTF">2025-11-20T12:21:00Z</dcterms:created>
  <dcterms:modified xsi:type="dcterms:W3CDTF">2025-11-21T12:48:00Z</dcterms:modified>
</cp:coreProperties>
</file>